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31294BF2" w:rsidR="00F422D3" w:rsidRDefault="00F422D3" w:rsidP="00BB1390">
      <w:pPr>
        <w:pStyle w:val="Titul2"/>
      </w:pPr>
      <w:r>
        <w:t xml:space="preserve">Název </w:t>
      </w:r>
      <w:r w:rsidRPr="00BB1390">
        <w:t>zakázky</w:t>
      </w:r>
      <w:r>
        <w:t>: „</w:t>
      </w:r>
      <w:r w:rsidR="00573CB4" w:rsidRPr="00573CB4">
        <w:t>Výstavba PZZ přejezdu P3904 v km 3,828 trati Studenec - Křižanov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2D4EF54" w:rsidR="00F422D3" w:rsidRDefault="00F422D3" w:rsidP="00B42F40">
      <w:pPr>
        <w:pStyle w:val="Textbezodsazen"/>
      </w:pPr>
      <w:r>
        <w:t>ISPROFOND</w:t>
      </w:r>
      <w:r w:rsidR="00A07DDA">
        <w:t>/SUBISPROFIN</w:t>
      </w:r>
      <w:r>
        <w:t xml:space="preserve">: </w:t>
      </w:r>
      <w:r w:rsidR="00D705BB" w:rsidRPr="00D705BB">
        <w:t>3273514800</w:t>
      </w:r>
      <w:r w:rsidR="00573CB4" w:rsidRPr="00D705BB">
        <w:t>/561353004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9B0CD8E" w:rsidR="007D26F9" w:rsidRDefault="007D26F9" w:rsidP="00BC5BDD">
      <w:pPr>
        <w:pStyle w:val="Text1-1"/>
      </w:pPr>
      <w:r>
        <w:t xml:space="preserve">Objednatel oznámil </w:t>
      </w:r>
      <w:r w:rsidR="00121010" w:rsidRPr="00573CB4">
        <w:t xml:space="preserve">uveřejněním na Profilu zadavatele: </w:t>
      </w:r>
      <w:hyperlink r:id="rId11" w:history="1">
        <w:r w:rsidR="00121010" w:rsidRPr="00573CB4">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573CB4" w:rsidRPr="00573CB4">
        <w:rPr>
          <w:rStyle w:val="Tun"/>
        </w:rPr>
        <w:t>Výstavba PZZ přejezdu P3904 v km 3,828 trati Studenec - Křižanov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7204658"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AE2C11">
        <w:rPr>
          <w:rStyle w:val="Tun"/>
        </w:rPr>
        <w:t>13</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68BC2A7" w:rsidR="007D26F9" w:rsidRDefault="007D26F9" w:rsidP="00BC5BDD">
      <w:pPr>
        <w:pStyle w:val="Textbezslovn"/>
      </w:pPr>
      <w:r w:rsidRPr="00517C97">
        <w:rPr>
          <w:b/>
        </w:rPr>
        <w:t>Lhůta pro dokončení stavebních prací</w:t>
      </w:r>
      <w:r>
        <w:t xml:space="preserve"> činí celkem </w:t>
      </w:r>
      <w:r w:rsidR="00573CB4">
        <w:rPr>
          <w:rStyle w:val="Tun"/>
        </w:rPr>
        <w:t>7</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24AD2B25" w:rsidR="007D26F9" w:rsidRDefault="007D26F9" w:rsidP="00BC5BDD">
      <w:pPr>
        <w:pStyle w:val="Textbezslovn"/>
      </w:pPr>
      <w:r w:rsidRPr="003E7501">
        <w:rPr>
          <w:b/>
        </w:rPr>
        <w:t xml:space="preserve">Předání </w:t>
      </w:r>
      <w:r w:rsidRPr="00573CB4">
        <w:rPr>
          <w:b/>
        </w:rPr>
        <w:t>posouzení interoperability</w:t>
      </w:r>
      <w:r w:rsidRPr="00573CB4">
        <w:t>, včetně zajištění všech souvisejících dokladů, podle ust. § 49b zákona 266/1994 Sb.</w:t>
      </w:r>
      <w:r w:rsidR="001624A7" w:rsidRPr="00573CB4">
        <w:t>, o dráhách,</w:t>
      </w:r>
      <w:r w:rsidRPr="00573CB4">
        <w:t xml:space="preserve"> ve znění pozdějších předpisů, </w:t>
      </w:r>
      <w:r w:rsidRPr="00573CB4">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2563735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7658E57B" w:rsidR="007A0137" w:rsidRPr="00573CB4" w:rsidRDefault="007A0137" w:rsidP="00573CB4">
      <w:pPr>
        <w:pStyle w:val="Text1-1"/>
        <w:numPr>
          <w:ilvl w:val="1"/>
          <w:numId w:val="9"/>
        </w:numPr>
        <w:rPr>
          <w:iCs/>
        </w:rPr>
      </w:pPr>
      <w:r w:rsidRPr="00573CB4">
        <w:rPr>
          <w:iCs/>
        </w:rPr>
        <w:t>NEOBSAZENO</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09A7037C" w:rsidR="007A0137" w:rsidRPr="00573CB4" w:rsidRDefault="007A0137" w:rsidP="00573CB4">
      <w:pPr>
        <w:pStyle w:val="Text1-1"/>
        <w:numPr>
          <w:ilvl w:val="1"/>
          <w:numId w:val="9"/>
        </w:numPr>
      </w:pPr>
      <w:r w:rsidRPr="00573CB4">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w:t>
      </w:r>
      <w:r>
        <w:lastRenderedPageBreak/>
        <w:t xml:space="preserve">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517773B" w:rsidR="007D26F9" w:rsidRDefault="007D26F9" w:rsidP="00342DC7">
      <w:pPr>
        <w:pStyle w:val="Textbezslovn"/>
      </w:pPr>
      <w:r w:rsidRPr="00A349C6">
        <w:rPr>
          <w:b/>
        </w:rPr>
        <w:t>Příloha č. 1:</w:t>
      </w:r>
      <w:r w:rsidR="008F7242">
        <w:t xml:space="preserve"> </w:t>
      </w:r>
      <w:r w:rsidR="008F7242">
        <w:tab/>
      </w:r>
      <w:r>
        <w:t xml:space="preserve">Obchodní podmínky – </w:t>
      </w:r>
      <w:r w:rsidR="00573CB4" w:rsidRPr="00573CB4">
        <w:rPr>
          <w:b/>
          <w:bCs/>
        </w:rPr>
        <w:t>OP/R/30/24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E73597E" w:rsidR="007D26F9" w:rsidRDefault="00F43D42" w:rsidP="00F43D42">
      <w:pPr>
        <w:pStyle w:val="Textbezslovn"/>
        <w:ind w:left="2127"/>
      </w:pPr>
      <w:r>
        <w:t xml:space="preserve">b) </w:t>
      </w:r>
      <w:r w:rsidR="007D26F9">
        <w:t xml:space="preserve">Všeobecné technické podmínky – </w:t>
      </w:r>
      <w:r w:rsidR="00573CB4" w:rsidRPr="00573CB4">
        <w:rPr>
          <w:b/>
          <w:bCs/>
        </w:rPr>
        <w:t>VTP/R/16/22</w:t>
      </w:r>
    </w:p>
    <w:p w14:paraId="239F0F49" w14:textId="4FBECB61" w:rsidR="007D26F9" w:rsidRDefault="00F43D42" w:rsidP="00F43D42">
      <w:pPr>
        <w:pStyle w:val="Textbezslovn"/>
        <w:ind w:left="2127"/>
      </w:pPr>
      <w:r>
        <w:t xml:space="preserve">c) </w:t>
      </w:r>
      <w:r w:rsidR="007D26F9">
        <w:t xml:space="preserve">Zvláštní technické podmínky </w:t>
      </w:r>
      <w:r w:rsidR="00573CB4">
        <w:t xml:space="preserve">– </w:t>
      </w:r>
      <w:r w:rsidR="00573CB4" w:rsidRPr="00573CB4">
        <w:rPr>
          <w:b/>
          <w:bCs/>
        </w:rPr>
        <w:t>ZTP</w:t>
      </w:r>
      <w:r w:rsidR="00573CB4">
        <w:t xml:space="preserve"> </w:t>
      </w:r>
      <w:bookmarkStart w:id="1" w:name="_Hlk175903491"/>
      <w:r w:rsidR="00573CB4" w:rsidRPr="00573CB4">
        <w:t>„</w:t>
      </w:r>
      <w:r w:rsidR="00573CB4" w:rsidRPr="00573CB4">
        <w:rPr>
          <w:rFonts w:cs="Arial"/>
          <w:b/>
        </w:rPr>
        <w:t>Výstavba PZZ přejezdu P3904 v km 3,828 trati Studenec – Křižanov</w:t>
      </w:r>
      <w:bookmarkEnd w:id="1"/>
      <w:r w:rsidR="00573CB4" w:rsidRPr="00573CB4">
        <w:rPr>
          <w:rFonts w:cs="Arial"/>
          <w:b/>
        </w:rPr>
        <w:t>“</w:t>
      </w:r>
      <w:r w:rsidR="00573CB4">
        <w:rPr>
          <w:rFonts w:cs="Arial"/>
          <w:b/>
        </w:rPr>
        <w:t xml:space="preserve"> </w:t>
      </w:r>
      <w:r w:rsidR="00573CB4" w:rsidRPr="00D705BB">
        <w:rPr>
          <w:rFonts w:cs="Arial"/>
          <w:b/>
        </w:rPr>
        <w:t xml:space="preserve">ze dne </w:t>
      </w:r>
      <w:r w:rsidR="00D705BB" w:rsidRPr="00D705BB">
        <w:rPr>
          <w:rFonts w:cs="Arial"/>
          <w:b/>
        </w:rPr>
        <w:t>30.08.2024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21FB9E22" w14:textId="77777777" w:rsidR="00573CB4" w:rsidRPr="00573CB4" w:rsidRDefault="00573CB4" w:rsidP="00CB4F6D">
      <w:pPr>
        <w:pStyle w:val="Textbezodsazen"/>
        <w:rPr>
          <w:b/>
          <w:bCs/>
        </w:rPr>
      </w:pPr>
      <w:r w:rsidRPr="00573CB4">
        <w:rPr>
          <w:b/>
          <w:bCs/>
        </w:rPr>
        <w:t>OP/R/30/24</w:t>
      </w:r>
    </w:p>
    <w:p w14:paraId="650FE39A" w14:textId="4BAF5FD0"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293B4A89"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73CB4" w:rsidRPr="00573CB4">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6F7E44C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573CB4" w:rsidRPr="00573CB4">
        <w:rPr>
          <w:b/>
        </w:rPr>
        <w:t xml:space="preserve">ZTP „Výstavba </w:t>
      </w:r>
      <w:r w:rsidR="00573CB4" w:rsidRPr="00D705BB">
        <w:rPr>
          <w:b/>
        </w:rPr>
        <w:t xml:space="preserve">PZZ přejezdu P3904 v km 3,828 trati Studenec – Křižanov“ ze dne </w:t>
      </w:r>
      <w:r w:rsidR="00D705BB" w:rsidRPr="00D705BB">
        <w:rPr>
          <w:b/>
        </w:rPr>
        <w:t>30.08.2024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AA7ADBB" w14:textId="3DCAFC9B" w:rsidR="00573CB4" w:rsidRDefault="00573CB4" w:rsidP="00985DF9">
      <w:pPr>
        <w:pStyle w:val="Odrka1-1"/>
      </w:pPr>
      <w:r w:rsidRPr="00573CB4">
        <w:t>DSP zpracovaný společností Signal Projekt s.r.o., Vídeňská 546/55, 639 00 Brno, IČO 25525441</w:t>
      </w:r>
      <w:r>
        <w:t xml:space="preserve"> z 01/2022</w:t>
      </w:r>
      <w:r w:rsidRPr="00573CB4">
        <w:t>.</w:t>
      </w:r>
    </w:p>
    <w:p w14:paraId="38BCEE55" w14:textId="3BE5ED5F" w:rsidR="00AE4B52" w:rsidRPr="00573CB4" w:rsidRDefault="000F515E" w:rsidP="00573CB4">
      <w:pPr>
        <w:pStyle w:val="Odrka1-1"/>
      </w:pPr>
      <w:r>
        <w:t xml:space="preserve">Prodloužené </w:t>
      </w:r>
      <w:r w:rsidR="00985DF9" w:rsidRPr="00573CB4">
        <w:t>Stavební povolení</w:t>
      </w:r>
      <w:r w:rsidR="00573CB4" w:rsidRPr="00573CB4">
        <w:t xml:space="preserve">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5819709" w14:textId="77777777" w:rsidR="00573CB4" w:rsidRPr="00DB53E6" w:rsidRDefault="00573CB4" w:rsidP="00573CB4">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573CB4" w:rsidRPr="00DB53E6" w14:paraId="4E7AE9F0" w14:textId="77777777" w:rsidTr="00BB6CD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C117B" w14:textId="77777777" w:rsidR="00573CB4" w:rsidRPr="00DB53E6" w:rsidRDefault="00573CB4" w:rsidP="00BB6CD6">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13877407" w14:textId="77777777" w:rsidR="00573CB4" w:rsidRPr="00DB53E6" w:rsidRDefault="00573CB4" w:rsidP="00BB6CD6">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573CB4" w:rsidRPr="00DB53E6" w14:paraId="2B28F002" w14:textId="77777777" w:rsidTr="00BB6C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6D7B45" w14:textId="77777777" w:rsidR="00573CB4" w:rsidRPr="00DB53E6" w:rsidRDefault="00573CB4" w:rsidP="00BB6CD6">
            <w:pPr>
              <w:spacing w:before="40" w:after="40" w:line="240" w:lineRule="auto"/>
              <w:jc w:val="both"/>
              <w:rPr>
                <w:sz w:val="18"/>
                <w:szCs w:val="18"/>
                <w:lang w:eastAsia="en-US"/>
              </w:rPr>
            </w:pPr>
            <w:r w:rsidRPr="00DB53E6">
              <w:rPr>
                <w:sz w:val="18"/>
                <w:szCs w:val="18"/>
                <w:lang w:eastAsia="en-US"/>
              </w:rPr>
              <w:t>Adresa</w:t>
            </w:r>
          </w:p>
        </w:tc>
        <w:tc>
          <w:tcPr>
            <w:tcW w:w="5812" w:type="dxa"/>
          </w:tcPr>
          <w:p w14:paraId="6F1EF329" w14:textId="77777777" w:rsidR="00573CB4" w:rsidRPr="00DB53E6" w:rsidRDefault="00573CB4" w:rsidP="00BB6CD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16357B8" w14:textId="77777777" w:rsidR="00573CB4" w:rsidRPr="00DB53E6" w:rsidRDefault="00573CB4" w:rsidP="00BB6CD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573CB4" w:rsidRPr="00DB53E6" w14:paraId="330519F2" w14:textId="77777777" w:rsidTr="00BB6C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8C3F1D" w14:textId="77777777" w:rsidR="00573CB4" w:rsidRPr="00DB53E6" w:rsidRDefault="00573CB4" w:rsidP="00BB6CD6">
            <w:pPr>
              <w:spacing w:before="40" w:after="40" w:line="240" w:lineRule="auto"/>
              <w:jc w:val="both"/>
              <w:rPr>
                <w:sz w:val="18"/>
                <w:szCs w:val="18"/>
                <w:lang w:eastAsia="en-US"/>
              </w:rPr>
            </w:pPr>
            <w:r w:rsidRPr="00DB53E6">
              <w:rPr>
                <w:sz w:val="18"/>
                <w:szCs w:val="18"/>
                <w:lang w:eastAsia="en-US"/>
              </w:rPr>
              <w:t>E-mail</w:t>
            </w:r>
          </w:p>
        </w:tc>
        <w:tc>
          <w:tcPr>
            <w:tcW w:w="5812" w:type="dxa"/>
          </w:tcPr>
          <w:p w14:paraId="0B5E12D5" w14:textId="77777777" w:rsidR="00573CB4" w:rsidRPr="00DB53E6" w:rsidRDefault="000F515E" w:rsidP="00BB6CD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573CB4" w:rsidRPr="00DB53E6">
                <w:rPr>
                  <w:noProof/>
                  <w:color w:val="0563C1" w:themeColor="hyperlink"/>
                  <w:sz w:val="18"/>
                  <w:szCs w:val="18"/>
                  <w:u w:val="single"/>
                  <w:lang w:eastAsia="en-US"/>
                </w:rPr>
                <w:t>Bocak@spravazeleznic.cz</w:t>
              </w:r>
            </w:hyperlink>
          </w:p>
        </w:tc>
      </w:tr>
      <w:tr w:rsidR="00573CB4" w:rsidRPr="00DB53E6" w14:paraId="3D60C787" w14:textId="77777777" w:rsidTr="00BB6C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C124F7" w14:textId="77777777" w:rsidR="00573CB4" w:rsidRPr="00DB53E6" w:rsidRDefault="00573CB4" w:rsidP="00BB6CD6">
            <w:pPr>
              <w:spacing w:before="40" w:after="40" w:line="240" w:lineRule="auto"/>
              <w:jc w:val="both"/>
              <w:rPr>
                <w:sz w:val="18"/>
                <w:szCs w:val="18"/>
                <w:lang w:eastAsia="en-US"/>
              </w:rPr>
            </w:pPr>
            <w:r w:rsidRPr="00DB53E6">
              <w:rPr>
                <w:sz w:val="18"/>
                <w:szCs w:val="18"/>
                <w:lang w:eastAsia="en-US"/>
              </w:rPr>
              <w:t>Telefon</w:t>
            </w:r>
          </w:p>
        </w:tc>
        <w:tc>
          <w:tcPr>
            <w:tcW w:w="5812" w:type="dxa"/>
          </w:tcPr>
          <w:p w14:paraId="3DB3FF95" w14:textId="77777777" w:rsidR="00573CB4" w:rsidRPr="00DB53E6" w:rsidRDefault="00573CB4" w:rsidP="00BB6CD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44D35C10" w14:textId="77777777" w:rsidR="00573CB4" w:rsidRPr="00E42B43" w:rsidRDefault="00573CB4" w:rsidP="00573CB4">
      <w:pPr>
        <w:pStyle w:val="Text2-1"/>
        <w:numPr>
          <w:ilvl w:val="0"/>
          <w:numId w:val="0"/>
        </w:numPr>
        <w:ind w:left="737" w:hanging="737"/>
      </w:pPr>
    </w:p>
    <w:p w14:paraId="7B7F995E" w14:textId="77777777" w:rsidR="00573CB4" w:rsidRPr="00F95FBD" w:rsidRDefault="00573CB4" w:rsidP="00573CB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73CB4" w:rsidRPr="00F95FBD" w14:paraId="27B45C21" w14:textId="77777777" w:rsidTr="00BB6CD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2B96E5" w14:textId="77777777" w:rsidR="00573CB4" w:rsidRPr="00F95FBD" w:rsidRDefault="00573CB4" w:rsidP="00BB6CD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848B0D3" w14:textId="7D52632C" w:rsidR="00573CB4" w:rsidRPr="00F95FBD" w:rsidRDefault="00573CB4" w:rsidP="00BB6CD6">
            <w:pPr>
              <w:pStyle w:val="Tabulka"/>
              <w:cnfStyle w:val="100000000000" w:firstRow="1" w:lastRow="0" w:firstColumn="0" w:lastColumn="0" w:oddVBand="0" w:evenVBand="0" w:oddHBand="0" w:evenHBand="0" w:firstRowFirstColumn="0" w:firstRowLastColumn="0" w:lastRowFirstColumn="0" w:lastRowLastColumn="0"/>
            </w:pPr>
            <w:r>
              <w:t xml:space="preserve">Mgr. Lucie Zapletalová, </w:t>
            </w:r>
            <w:r w:rsidRPr="00DB53E6">
              <w:rPr>
                <w:lang w:eastAsia="en-US"/>
              </w:rPr>
              <w:t>právník Stavební správy východ</w:t>
            </w:r>
          </w:p>
        </w:tc>
      </w:tr>
      <w:tr w:rsidR="00573CB4" w:rsidRPr="00F95FBD" w14:paraId="79BD7FAD" w14:textId="77777777" w:rsidTr="00BB6C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3F30C9" w14:textId="77777777" w:rsidR="00573CB4" w:rsidRPr="008175E5" w:rsidRDefault="00573CB4" w:rsidP="00BB6CD6">
            <w:pPr>
              <w:pStyle w:val="Tabulka"/>
              <w:rPr>
                <w:rStyle w:val="Nadpisvtabulce"/>
                <w:b w:val="0"/>
              </w:rPr>
            </w:pPr>
            <w:r w:rsidRPr="008175E5">
              <w:rPr>
                <w:rStyle w:val="Nadpisvtabulce"/>
                <w:b w:val="0"/>
              </w:rPr>
              <w:t>Adresa</w:t>
            </w:r>
          </w:p>
        </w:tc>
        <w:tc>
          <w:tcPr>
            <w:tcW w:w="5812" w:type="dxa"/>
            <w:vAlign w:val="top"/>
          </w:tcPr>
          <w:p w14:paraId="0C3F5DD9" w14:textId="77777777" w:rsidR="00573CB4" w:rsidRPr="00DB53E6" w:rsidRDefault="00573CB4" w:rsidP="00BB6CD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7600049A" w14:textId="77777777" w:rsidR="00573CB4" w:rsidRPr="001F518E" w:rsidRDefault="00573CB4" w:rsidP="00BB6C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573CB4" w:rsidRPr="00F95FBD" w14:paraId="3070E128" w14:textId="77777777" w:rsidTr="00BB6C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D81A3D" w14:textId="77777777" w:rsidR="00573CB4" w:rsidRPr="00F95FBD" w:rsidRDefault="00573CB4" w:rsidP="00BB6CD6">
            <w:pPr>
              <w:pStyle w:val="Tabulka"/>
            </w:pPr>
            <w:r w:rsidRPr="00F95FBD">
              <w:t>E-mail</w:t>
            </w:r>
          </w:p>
        </w:tc>
        <w:tc>
          <w:tcPr>
            <w:tcW w:w="5812" w:type="dxa"/>
            <w:vAlign w:val="top"/>
          </w:tcPr>
          <w:p w14:paraId="7E7382E1" w14:textId="073CFB46" w:rsidR="00573CB4" w:rsidRPr="001F518E" w:rsidRDefault="00573CB4" w:rsidP="00BB6C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@spravazeleznic.cz</w:t>
            </w:r>
          </w:p>
        </w:tc>
      </w:tr>
      <w:tr w:rsidR="00573CB4" w:rsidRPr="00F95FBD" w14:paraId="468979EE" w14:textId="77777777" w:rsidTr="00BB6CD6">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757A9943" w14:textId="77777777" w:rsidR="00573CB4" w:rsidRPr="00F95FBD" w:rsidRDefault="00573CB4" w:rsidP="00BB6CD6">
            <w:pPr>
              <w:pStyle w:val="Tabulka"/>
            </w:pPr>
            <w:r w:rsidRPr="00F95FBD">
              <w:t>Telefon</w:t>
            </w:r>
          </w:p>
        </w:tc>
        <w:tc>
          <w:tcPr>
            <w:tcW w:w="5812" w:type="dxa"/>
            <w:vAlign w:val="top"/>
          </w:tcPr>
          <w:p w14:paraId="7B56A875" w14:textId="77777777" w:rsidR="00573CB4" w:rsidRPr="001F518E" w:rsidRDefault="00573CB4" w:rsidP="00BB6C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+420 601 160 009</w:t>
            </w:r>
          </w:p>
        </w:tc>
      </w:tr>
    </w:tbl>
    <w:p w14:paraId="231768D1" w14:textId="77777777" w:rsidR="00573CB4" w:rsidRPr="00F95FBD" w:rsidRDefault="00573CB4" w:rsidP="00573CB4">
      <w:pPr>
        <w:pStyle w:val="Textbezodsazen"/>
      </w:pPr>
    </w:p>
    <w:p w14:paraId="541CED18" w14:textId="77777777" w:rsidR="00573CB4" w:rsidRPr="00F95FBD" w:rsidRDefault="00573CB4" w:rsidP="00573CB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73CB4" w:rsidRPr="00F95FBD" w14:paraId="0E333C63" w14:textId="77777777" w:rsidTr="00BB6C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C0A362" w14:textId="77777777" w:rsidR="00573CB4" w:rsidRPr="00F95FBD" w:rsidRDefault="00573CB4" w:rsidP="00BB6CD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1D48D57F" w14:textId="77777777" w:rsidR="00573CB4" w:rsidRPr="001F518E" w:rsidRDefault="00573CB4" w:rsidP="00BB6C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42B43">
              <w:t xml:space="preserve">Ing. </w:t>
            </w:r>
            <w:r>
              <w:t>Jan Černý</w:t>
            </w:r>
          </w:p>
        </w:tc>
      </w:tr>
      <w:tr w:rsidR="00573CB4" w:rsidRPr="00F95FBD" w14:paraId="5D168A54" w14:textId="77777777" w:rsidTr="00BB6CD6">
        <w:tc>
          <w:tcPr>
            <w:cnfStyle w:val="001000000000" w:firstRow="0" w:lastRow="0" w:firstColumn="1" w:lastColumn="0" w:oddVBand="0" w:evenVBand="0" w:oddHBand="0" w:evenHBand="0" w:firstRowFirstColumn="0" w:firstRowLastColumn="0" w:lastRowFirstColumn="0" w:lastRowLastColumn="0"/>
            <w:tcW w:w="3056" w:type="dxa"/>
          </w:tcPr>
          <w:p w14:paraId="5EA04DDF" w14:textId="77777777" w:rsidR="00573CB4" w:rsidRPr="00F95FBD" w:rsidRDefault="00573CB4" w:rsidP="00BB6CD6">
            <w:pPr>
              <w:pStyle w:val="Tabulka"/>
              <w:rPr>
                <w:rStyle w:val="Nadpisvtabulce"/>
                <w:b w:val="0"/>
              </w:rPr>
            </w:pPr>
            <w:r>
              <w:rPr>
                <w:rStyle w:val="Nadpisvtabulce"/>
                <w:b w:val="0"/>
              </w:rPr>
              <w:t>Adresa</w:t>
            </w:r>
          </w:p>
        </w:tc>
        <w:tc>
          <w:tcPr>
            <w:tcW w:w="5812" w:type="dxa"/>
            <w:vAlign w:val="top"/>
          </w:tcPr>
          <w:p w14:paraId="46D84EC9" w14:textId="77777777" w:rsidR="00573CB4" w:rsidRPr="00DB53E6" w:rsidRDefault="00573CB4" w:rsidP="00BB6CD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735348A3" w14:textId="77777777" w:rsidR="00573CB4" w:rsidRPr="001F518E" w:rsidRDefault="00573CB4" w:rsidP="00BB6C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573CB4" w:rsidRPr="00F95FBD" w14:paraId="7DB2CA91" w14:textId="77777777" w:rsidTr="00BB6CD6">
        <w:tc>
          <w:tcPr>
            <w:cnfStyle w:val="001000000000" w:firstRow="0" w:lastRow="0" w:firstColumn="1" w:lastColumn="0" w:oddVBand="0" w:evenVBand="0" w:oddHBand="0" w:evenHBand="0" w:firstRowFirstColumn="0" w:firstRowLastColumn="0" w:lastRowFirstColumn="0" w:lastRowLastColumn="0"/>
            <w:tcW w:w="3056" w:type="dxa"/>
          </w:tcPr>
          <w:p w14:paraId="44C58EC2" w14:textId="77777777" w:rsidR="00573CB4" w:rsidRPr="00F95FBD" w:rsidRDefault="00573CB4" w:rsidP="00BB6CD6">
            <w:pPr>
              <w:pStyle w:val="Tabulka"/>
            </w:pPr>
            <w:r w:rsidRPr="00F95FBD">
              <w:t>E-mail</w:t>
            </w:r>
          </w:p>
        </w:tc>
        <w:tc>
          <w:tcPr>
            <w:tcW w:w="5812" w:type="dxa"/>
            <w:vAlign w:val="top"/>
          </w:tcPr>
          <w:p w14:paraId="6A0284F0" w14:textId="24D813A6" w:rsidR="00573CB4" w:rsidRPr="001F518E" w:rsidRDefault="00573CB4" w:rsidP="00BB6C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3CB4">
              <w:rPr>
                <w:rFonts w:eastAsia="Times New Roman" w:cs="Arial"/>
              </w:rPr>
              <w:t>ZapletalovaL@spravazeleznic.cz</w:t>
            </w:r>
          </w:p>
        </w:tc>
      </w:tr>
      <w:tr w:rsidR="00573CB4" w:rsidRPr="00F95FBD" w14:paraId="216CBBBE" w14:textId="77777777" w:rsidTr="00BB6CD6">
        <w:tc>
          <w:tcPr>
            <w:cnfStyle w:val="001000000000" w:firstRow="0" w:lastRow="0" w:firstColumn="1" w:lastColumn="0" w:oddVBand="0" w:evenVBand="0" w:oddHBand="0" w:evenHBand="0" w:firstRowFirstColumn="0" w:firstRowLastColumn="0" w:lastRowFirstColumn="0" w:lastRowLastColumn="0"/>
            <w:tcW w:w="3056" w:type="dxa"/>
          </w:tcPr>
          <w:p w14:paraId="4F1225A5" w14:textId="77777777" w:rsidR="00573CB4" w:rsidRPr="00F95FBD" w:rsidRDefault="00573CB4" w:rsidP="00BB6CD6">
            <w:pPr>
              <w:pStyle w:val="Tabulka"/>
            </w:pPr>
            <w:r w:rsidRPr="00F95FBD">
              <w:t>Telefon</w:t>
            </w:r>
          </w:p>
        </w:tc>
        <w:tc>
          <w:tcPr>
            <w:tcW w:w="5812" w:type="dxa"/>
            <w:vAlign w:val="top"/>
          </w:tcPr>
          <w:p w14:paraId="063B0648" w14:textId="399818F1" w:rsidR="00573CB4" w:rsidRPr="001F518E" w:rsidRDefault="00573CB4" w:rsidP="00BB6C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3CB4">
              <w:rPr>
                <w:rFonts w:eastAsia="Times New Roman" w:cs="Arial"/>
              </w:rPr>
              <w:t>+420 720 051 460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77777777" w:rsidR="00165977" w:rsidRPr="00F95FBD" w:rsidRDefault="00165977" w:rsidP="00165977">
      <w:pPr>
        <w:pStyle w:val="Tabulka"/>
      </w:pPr>
    </w:p>
    <w:p w14:paraId="21F12CDF" w14:textId="7F39203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03CA56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3CB4">
              <w:rPr>
                <w:highlight w:val="yellow"/>
              </w:rPr>
              <w:t xml:space="preserve">Na toto místo bude jako minimální výše pojistného plnění vložena částka, která bude odpovídat výši Ceny Díla bez DPH, kterou </w:t>
            </w:r>
            <w:r w:rsidR="00306966" w:rsidRPr="00573CB4">
              <w:rPr>
                <w:highlight w:val="yellow"/>
              </w:rPr>
              <w:t xml:space="preserve">účastník výběrového řízení </w:t>
            </w:r>
            <w:r w:rsidRPr="00573CB4">
              <w:rPr>
                <w:highlight w:val="yellow"/>
              </w:rPr>
              <w:t>včlení do těla závazného vzoru Smlouvy předloženého</w:t>
            </w:r>
            <w:r w:rsidR="00A349C6" w:rsidRPr="00573CB4">
              <w:rPr>
                <w:highlight w:val="yellow"/>
              </w:rPr>
              <w:t xml:space="preserve"> v </w:t>
            </w:r>
            <w:r w:rsidRPr="00573CB4">
              <w:rPr>
                <w:highlight w:val="yellow"/>
              </w:rPr>
              <w:t xml:space="preserve">nabídce </w:t>
            </w:r>
            <w:r w:rsidR="00306966" w:rsidRPr="00573CB4">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F47338A"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573CB4">
              <w:t>46</w:t>
            </w:r>
            <w:r w:rsidRPr="00573CB4">
              <w:t xml:space="preserve"> mil. Kč na jednu pojistnou událost</w:t>
            </w:r>
            <w:r w:rsidR="00A349C6" w:rsidRPr="00573CB4">
              <w:t xml:space="preserve"> a</w:t>
            </w:r>
            <w:r w:rsidR="00573CB4" w:rsidRPr="00573CB4">
              <w:t>23</w:t>
            </w:r>
            <w:r w:rsidRPr="00573CB4">
              <w:t xml:space="preserve"> mil. Kč</w:t>
            </w:r>
            <w:r w:rsidR="00A349C6" w:rsidRPr="00573CB4">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573CB4">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2ABCC27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19A3C1F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7D3762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515E">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332D34C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4494430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60C5CC7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2869E65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515E">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401131F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17E99BDC" w:rsidR="003E7501" w:rsidRPr="00573CB4" w:rsidRDefault="003E7501" w:rsidP="00573CB4">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0629967A"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467D0B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10799D9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15E">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35F8"/>
    <w:rsid w:val="00095002"/>
    <w:rsid w:val="000B4EB8"/>
    <w:rsid w:val="000B791F"/>
    <w:rsid w:val="000C2B01"/>
    <w:rsid w:val="000C41F2"/>
    <w:rsid w:val="000C4EB8"/>
    <w:rsid w:val="000C56C5"/>
    <w:rsid w:val="000D22C4"/>
    <w:rsid w:val="000D27D1"/>
    <w:rsid w:val="000E002D"/>
    <w:rsid w:val="000E1599"/>
    <w:rsid w:val="000E1A7F"/>
    <w:rsid w:val="000F37CA"/>
    <w:rsid w:val="000F515E"/>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49AD"/>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0B23"/>
    <w:rsid w:val="002F31D9"/>
    <w:rsid w:val="002F4333"/>
    <w:rsid w:val="0030003A"/>
    <w:rsid w:val="00306966"/>
    <w:rsid w:val="003149C0"/>
    <w:rsid w:val="003179E3"/>
    <w:rsid w:val="00327EEF"/>
    <w:rsid w:val="0033239F"/>
    <w:rsid w:val="003355C7"/>
    <w:rsid w:val="0034274B"/>
    <w:rsid w:val="00342DC7"/>
    <w:rsid w:val="0034719F"/>
    <w:rsid w:val="00350A35"/>
    <w:rsid w:val="003571D8"/>
    <w:rsid w:val="00357BC6"/>
    <w:rsid w:val="00361422"/>
    <w:rsid w:val="0037545D"/>
    <w:rsid w:val="00375F6E"/>
    <w:rsid w:val="00392910"/>
    <w:rsid w:val="00392EB6"/>
    <w:rsid w:val="00393191"/>
    <w:rsid w:val="00393E15"/>
    <w:rsid w:val="003956C6"/>
    <w:rsid w:val="003A0395"/>
    <w:rsid w:val="003A3EAA"/>
    <w:rsid w:val="003B23D6"/>
    <w:rsid w:val="003B4A16"/>
    <w:rsid w:val="003B6B2A"/>
    <w:rsid w:val="003C33F2"/>
    <w:rsid w:val="003D6859"/>
    <w:rsid w:val="003D756E"/>
    <w:rsid w:val="003D77CD"/>
    <w:rsid w:val="003E0BA6"/>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760BB"/>
    <w:rsid w:val="00483969"/>
    <w:rsid w:val="00484FB4"/>
    <w:rsid w:val="00486107"/>
    <w:rsid w:val="00486EAD"/>
    <w:rsid w:val="00491359"/>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2710"/>
    <w:rsid w:val="00544816"/>
    <w:rsid w:val="00553375"/>
    <w:rsid w:val="00555884"/>
    <w:rsid w:val="00556AD4"/>
    <w:rsid w:val="00557421"/>
    <w:rsid w:val="005614AC"/>
    <w:rsid w:val="00561808"/>
    <w:rsid w:val="005642FF"/>
    <w:rsid w:val="00567E99"/>
    <w:rsid w:val="005736B7"/>
    <w:rsid w:val="00573CB4"/>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97E1B"/>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1378"/>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10D2"/>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0255"/>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2C1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2031"/>
    <w:rsid w:val="00D4328E"/>
    <w:rsid w:val="00D50FE6"/>
    <w:rsid w:val="00D60CA0"/>
    <w:rsid w:val="00D6163D"/>
    <w:rsid w:val="00D701DC"/>
    <w:rsid w:val="00D705BB"/>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319F"/>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3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573CB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100</TotalTime>
  <Pages>32</Pages>
  <Words>6516</Words>
  <Characters>38451</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2021-01-26T08:00:00Z</cp:lastPrinted>
  <dcterms:created xsi:type="dcterms:W3CDTF">2024-09-23T12:08:00Z</dcterms:created>
  <dcterms:modified xsi:type="dcterms:W3CDTF">2024-10-08T11:20:00Z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